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6A9AA8AD" w:rsidR="00371A7B" w:rsidRDefault="008F1CA3" w:rsidP="0002730F">
                <w:pPr>
                  <w:pStyle w:val="Adressaat"/>
                </w:pPr>
                <w:r>
                  <w:t>Bert Holm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51953979" w:rsidR="00371A7B" w:rsidRDefault="008F1CA3" w:rsidP="0002730F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74F99426" w:rsidR="003B2A9C" w:rsidRPr="00BF4D7C" w:rsidRDefault="008F1CA3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bert.holm@rmk.ee</w:t>
                </w:r>
              </w:p>
            </w:sdtContent>
          </w:sdt>
        </w:tc>
        <w:tc>
          <w:tcPr>
            <w:tcW w:w="4536" w:type="dxa"/>
          </w:tcPr>
          <w:p w14:paraId="55942A07" w14:textId="496F1EE6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2-12-2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F1CA3">
                  <w:t>28.12.2022</w:t>
                </w:r>
              </w:sdtContent>
            </w:sdt>
            <w:r w:rsidR="00C733DB">
              <w:t xml:space="preserve"> </w:t>
            </w:r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52A63C30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32E8198D" w:rsidR="00BC1A62" w:rsidRPr="00835858" w:rsidRDefault="008F1CA3" w:rsidP="00035464">
          <w:pPr>
            <w:pStyle w:val="Pealkiri1"/>
            <w:ind w:right="4251"/>
          </w:pPr>
          <w:r>
            <w:t>Kooskõlastus looduskaitseliste tööde teostamiseks ID 2147</w:t>
          </w:r>
        </w:p>
      </w:sdtContent>
    </w:sdt>
    <w:p w14:paraId="55942A0D" w14:textId="686ED897" w:rsidR="00A13FDE" w:rsidRPr="00422D89" w:rsidRDefault="00262E94" w:rsidP="00422D89">
      <w:pPr>
        <w:pStyle w:val="Snum"/>
        <w:rPr>
          <w:rFonts w:cs="Times New Roman"/>
          <w:sz w:val="23"/>
          <w:szCs w:val="23"/>
        </w:rPr>
      </w:pPr>
      <w:r w:rsidRPr="00422D89">
        <w:rPr>
          <w:rFonts w:cs="Times New Roman"/>
          <w:sz w:val="23"/>
          <w:szCs w:val="23"/>
        </w:rPr>
        <w:t xml:space="preserve">Austatud </w:t>
      </w:r>
      <w:r w:rsidR="008F1CA3" w:rsidRPr="00422D89">
        <w:rPr>
          <w:rFonts w:cs="Times New Roman"/>
          <w:sz w:val="23"/>
          <w:szCs w:val="23"/>
        </w:rPr>
        <w:t>Bert Holm</w:t>
      </w:r>
    </w:p>
    <w:p w14:paraId="55942A0E" w14:textId="77777777" w:rsidR="00A13FDE" w:rsidRPr="00422D89" w:rsidRDefault="00A13FDE" w:rsidP="00422D89">
      <w:pPr>
        <w:pStyle w:val="Snum"/>
        <w:rPr>
          <w:rFonts w:cs="Times New Roman"/>
          <w:sz w:val="23"/>
          <w:szCs w:val="23"/>
        </w:rPr>
      </w:pPr>
    </w:p>
    <w:p w14:paraId="55942A0F" w14:textId="77777777" w:rsidR="00A13FDE" w:rsidRPr="00422D89" w:rsidRDefault="00A13FDE" w:rsidP="00422D89">
      <w:pPr>
        <w:pStyle w:val="Snum"/>
        <w:rPr>
          <w:rFonts w:cs="Times New Roman"/>
          <w:sz w:val="23"/>
          <w:szCs w:val="23"/>
        </w:rPr>
      </w:pPr>
    </w:p>
    <w:p w14:paraId="6014A655" w14:textId="77777777" w:rsidR="008F1CA3" w:rsidRPr="00422D89" w:rsidRDefault="008F1CA3" w:rsidP="00422D89">
      <w:pPr>
        <w:pStyle w:val="Default"/>
        <w:jc w:val="both"/>
        <w:rPr>
          <w:sz w:val="23"/>
          <w:szCs w:val="23"/>
        </w:rPr>
      </w:pPr>
      <w:r w:rsidRPr="00422D89">
        <w:rPr>
          <w:color w:val="auto"/>
          <w:sz w:val="23"/>
          <w:szCs w:val="23"/>
        </w:rPr>
        <w:t xml:space="preserve">Esitasite Keskkonnaametile kooskõlastamiseks looduskaitsetööde lähteülesande ID 2147 poollooduslike koosluste taastamiseks katastriüksustel </w:t>
      </w:r>
      <w:r w:rsidRPr="00FF1C73">
        <w:rPr>
          <w:sz w:val="23"/>
          <w:szCs w:val="23"/>
        </w:rPr>
        <w:t>67401:001:0624</w:t>
      </w:r>
      <w:r w:rsidRPr="00422D89">
        <w:rPr>
          <w:sz w:val="23"/>
          <w:szCs w:val="23"/>
        </w:rPr>
        <w:t>,</w:t>
      </w:r>
      <w:r w:rsidRPr="00FF1C73">
        <w:rPr>
          <w:sz w:val="23"/>
          <w:szCs w:val="23"/>
        </w:rPr>
        <w:t xml:space="preserve"> 67401:001:0626</w:t>
      </w:r>
      <w:r w:rsidRPr="00422D89">
        <w:rPr>
          <w:sz w:val="23"/>
          <w:szCs w:val="23"/>
        </w:rPr>
        <w:t>,</w:t>
      </w:r>
      <w:r w:rsidRPr="00FF1C73">
        <w:rPr>
          <w:sz w:val="23"/>
          <w:szCs w:val="23"/>
        </w:rPr>
        <w:t xml:space="preserve"> 67401:001:0633</w:t>
      </w:r>
      <w:r w:rsidRPr="00422D89">
        <w:rPr>
          <w:sz w:val="23"/>
          <w:szCs w:val="23"/>
        </w:rPr>
        <w:t xml:space="preserve"> ja 67401:008:0162 </w:t>
      </w:r>
      <w:r w:rsidRPr="00422D89">
        <w:rPr>
          <w:color w:val="auto"/>
          <w:sz w:val="23"/>
          <w:szCs w:val="23"/>
        </w:rPr>
        <w:t xml:space="preserve">kogupindalaga 27,84 ha. Tegemist on osaliselt hoolduses oleva rannaniiduga (1630). </w:t>
      </w:r>
    </w:p>
    <w:p w14:paraId="133DE1E0" w14:textId="77777777" w:rsidR="008F1CA3" w:rsidRPr="00422D89" w:rsidRDefault="008F1CA3" w:rsidP="00422D89">
      <w:pPr>
        <w:pStyle w:val="Default"/>
        <w:jc w:val="both"/>
        <w:rPr>
          <w:color w:val="auto"/>
          <w:sz w:val="23"/>
          <w:szCs w:val="23"/>
        </w:rPr>
      </w:pPr>
    </w:p>
    <w:p w14:paraId="480EFD6E" w14:textId="77777777" w:rsidR="008F1CA3" w:rsidRPr="00422D89" w:rsidRDefault="008F1CA3" w:rsidP="00422D89">
      <w:pPr>
        <w:pStyle w:val="Default"/>
        <w:jc w:val="both"/>
        <w:rPr>
          <w:color w:val="auto"/>
          <w:sz w:val="23"/>
          <w:szCs w:val="23"/>
        </w:rPr>
      </w:pPr>
      <w:r w:rsidRPr="00422D89">
        <w:rPr>
          <w:color w:val="auto"/>
          <w:sz w:val="23"/>
          <w:szCs w:val="23"/>
        </w:rPr>
        <w:t xml:space="preserve">Rannaniit on Silma looduskaitseala kaitse-eesmärgiks ning "Silma looduskaitseala ja </w:t>
      </w:r>
      <w:proofErr w:type="spellStart"/>
      <w:r w:rsidRPr="00422D89">
        <w:rPr>
          <w:color w:val="auto"/>
          <w:sz w:val="23"/>
          <w:szCs w:val="23"/>
        </w:rPr>
        <w:t>Karjatsimere</w:t>
      </w:r>
      <w:proofErr w:type="spellEnd"/>
      <w:r w:rsidRPr="00422D89">
        <w:rPr>
          <w:color w:val="auto"/>
          <w:sz w:val="23"/>
          <w:szCs w:val="23"/>
        </w:rPr>
        <w:t xml:space="preserve"> hoiuala kaitsekorralduskava 2017-2026“ järgi on niitude taastamine prioriteetne tegevus. </w:t>
      </w:r>
    </w:p>
    <w:p w14:paraId="021D4180" w14:textId="77777777" w:rsidR="008F1CA3" w:rsidRPr="00422D89" w:rsidRDefault="008F1CA3" w:rsidP="00422D89">
      <w:pPr>
        <w:pStyle w:val="Default"/>
        <w:jc w:val="both"/>
        <w:rPr>
          <w:color w:val="auto"/>
          <w:sz w:val="23"/>
          <w:szCs w:val="23"/>
        </w:rPr>
      </w:pPr>
    </w:p>
    <w:p w14:paraId="37668B7D" w14:textId="77777777" w:rsidR="008F1CA3" w:rsidRPr="00422D89" w:rsidRDefault="008F1CA3" w:rsidP="00422D89">
      <w:pPr>
        <w:pStyle w:val="Default"/>
        <w:jc w:val="both"/>
        <w:rPr>
          <w:color w:val="auto"/>
          <w:sz w:val="23"/>
          <w:szCs w:val="23"/>
        </w:rPr>
      </w:pPr>
      <w:r w:rsidRPr="00422D89">
        <w:rPr>
          <w:color w:val="auto"/>
          <w:sz w:val="23"/>
          <w:szCs w:val="23"/>
        </w:rPr>
        <w:t xml:space="preserve">Teie poolt esitatud tööde kirjeldusse lisame täienduseks tingimused: </w:t>
      </w:r>
    </w:p>
    <w:p w14:paraId="740218E5" w14:textId="77777777" w:rsidR="008F1CA3" w:rsidRPr="00422D89" w:rsidRDefault="008F1CA3" w:rsidP="00422D89">
      <w:pPr>
        <w:pStyle w:val="Default"/>
        <w:numPr>
          <w:ilvl w:val="0"/>
          <w:numId w:val="1"/>
        </w:numPr>
        <w:jc w:val="both"/>
        <w:rPr>
          <w:color w:val="auto"/>
          <w:sz w:val="23"/>
          <w:szCs w:val="23"/>
        </w:rPr>
      </w:pPr>
      <w:r w:rsidRPr="00422D89">
        <w:rPr>
          <w:color w:val="auto"/>
          <w:sz w:val="23"/>
          <w:szCs w:val="23"/>
        </w:rPr>
        <w:t>eraldisel nr 4 jätta puittaimestik kasvama vastavalt lisatud kaardile. See on vajalik, et jääks koos eramaal kasvava puudega piisvalt suur looduslik loomade varje ja sügamiskoht;</w:t>
      </w:r>
    </w:p>
    <w:p w14:paraId="0F81FBE9" w14:textId="77777777" w:rsidR="008F1CA3" w:rsidRPr="00422D89" w:rsidRDefault="008F1CA3" w:rsidP="00422D89">
      <w:pPr>
        <w:pStyle w:val="Default"/>
        <w:numPr>
          <w:ilvl w:val="0"/>
          <w:numId w:val="1"/>
        </w:numPr>
        <w:jc w:val="both"/>
        <w:rPr>
          <w:color w:val="auto"/>
          <w:sz w:val="23"/>
          <w:szCs w:val="23"/>
        </w:rPr>
      </w:pPr>
      <w:r w:rsidRPr="00422D89">
        <w:rPr>
          <w:color w:val="auto"/>
          <w:sz w:val="23"/>
          <w:szCs w:val="23"/>
        </w:rPr>
        <w:t>ka teistesse kohtadesse jätta kasvama mõni üksik maastikuliselt ilusam/erikujulisem mänd loomadele sügamiseks;</w:t>
      </w:r>
    </w:p>
    <w:p w14:paraId="08A9D0B8" w14:textId="5AAB7F38" w:rsidR="008F1CA3" w:rsidRPr="00422D89" w:rsidRDefault="008F1CA3" w:rsidP="00422D89">
      <w:pPr>
        <w:pStyle w:val="Default"/>
        <w:numPr>
          <w:ilvl w:val="0"/>
          <w:numId w:val="1"/>
        </w:numPr>
        <w:jc w:val="both"/>
        <w:rPr>
          <w:color w:val="auto"/>
          <w:sz w:val="23"/>
          <w:szCs w:val="23"/>
        </w:rPr>
      </w:pPr>
      <w:r w:rsidRPr="00422D89">
        <w:rPr>
          <w:color w:val="auto"/>
          <w:sz w:val="23"/>
          <w:szCs w:val="23"/>
        </w:rPr>
        <w:t>katastrite üleselt eemaldada üksikud hajusad männid ka väljapool lähteülesande piire</w:t>
      </w:r>
      <w:r w:rsidR="008D547C" w:rsidRPr="00422D89">
        <w:rPr>
          <w:color w:val="auto"/>
          <w:sz w:val="23"/>
          <w:szCs w:val="23"/>
        </w:rPr>
        <w:t xml:space="preserve"> niidu ulatuses</w:t>
      </w:r>
      <w:r w:rsidRPr="00422D89">
        <w:rPr>
          <w:color w:val="auto"/>
          <w:sz w:val="23"/>
          <w:szCs w:val="23"/>
        </w:rPr>
        <w:t>.</w:t>
      </w:r>
    </w:p>
    <w:p w14:paraId="75B8E9B9" w14:textId="77777777" w:rsidR="008F1CA3" w:rsidRPr="00422D89" w:rsidRDefault="008F1CA3" w:rsidP="00422D89">
      <w:pPr>
        <w:pStyle w:val="Snum"/>
        <w:rPr>
          <w:rFonts w:eastAsiaTheme="minorHAnsi" w:cs="Times New Roman"/>
          <w:kern w:val="0"/>
          <w:sz w:val="23"/>
          <w:szCs w:val="23"/>
          <w:lang w:eastAsia="en-US" w:bidi="ar-SA"/>
        </w:rPr>
      </w:pPr>
    </w:p>
    <w:p w14:paraId="4C9A7F03" w14:textId="77777777" w:rsidR="008F1CA3" w:rsidRPr="00422D89" w:rsidRDefault="008F1CA3" w:rsidP="00422D89">
      <w:pPr>
        <w:pStyle w:val="Snum"/>
        <w:rPr>
          <w:rFonts w:cs="Times New Roman"/>
          <w:sz w:val="23"/>
          <w:szCs w:val="23"/>
        </w:rPr>
      </w:pPr>
      <w:r w:rsidRPr="00422D89">
        <w:rPr>
          <w:rFonts w:eastAsiaTheme="minorHAnsi" w:cs="Times New Roman"/>
          <w:kern w:val="0"/>
          <w:sz w:val="23"/>
          <w:szCs w:val="23"/>
          <w:lang w:eastAsia="en-US" w:bidi="ar-SA"/>
        </w:rPr>
        <w:t>Arvestades lähteülesandes RMK poolt esitatud ning käesolevas kirjas täiendavalt seatud tingimusi, kooskõlastab Keskkonnaamet</w:t>
      </w:r>
      <w:r w:rsidRPr="00422D89">
        <w:rPr>
          <w:rFonts w:cs="Times New Roman"/>
          <w:sz w:val="23"/>
          <w:szCs w:val="23"/>
        </w:rPr>
        <w:t xml:space="preserve"> Silma looduskaitseala looduskaitsetöö lähteülesande ID 2147.</w:t>
      </w:r>
    </w:p>
    <w:p w14:paraId="55942A11" w14:textId="77777777" w:rsidR="00A13FDE" w:rsidRPr="00422D89" w:rsidRDefault="00A13FDE" w:rsidP="00422D89">
      <w:pPr>
        <w:pStyle w:val="Snum"/>
        <w:rPr>
          <w:rFonts w:cs="Times New Roman"/>
          <w:sz w:val="23"/>
          <w:szCs w:val="23"/>
        </w:rPr>
      </w:pPr>
    </w:p>
    <w:p w14:paraId="55942A19" w14:textId="77777777" w:rsidR="00432E04" w:rsidRPr="00422D89" w:rsidRDefault="00432E04" w:rsidP="00422D89">
      <w:pPr>
        <w:pStyle w:val="Snum"/>
        <w:rPr>
          <w:rFonts w:cs="Times New Roman"/>
          <w:sz w:val="23"/>
          <w:szCs w:val="23"/>
        </w:rPr>
      </w:pPr>
    </w:p>
    <w:p w14:paraId="55942A1A" w14:textId="77777777" w:rsidR="00A13FDE" w:rsidRPr="00422D89" w:rsidRDefault="00A13FDE" w:rsidP="00422D89">
      <w:pPr>
        <w:pStyle w:val="Snum"/>
        <w:rPr>
          <w:rFonts w:cs="Times New Roman"/>
          <w:sz w:val="23"/>
          <w:szCs w:val="23"/>
        </w:rPr>
      </w:pPr>
      <w:r w:rsidRPr="00422D89">
        <w:rPr>
          <w:rFonts w:cs="Times New Roman"/>
          <w:sz w:val="23"/>
          <w:szCs w:val="23"/>
        </w:rPr>
        <w:t>Lugupidamisega</w:t>
      </w:r>
    </w:p>
    <w:p w14:paraId="55942A1B" w14:textId="77777777" w:rsidR="00A13FDE" w:rsidRPr="00422D89" w:rsidRDefault="00A13FDE" w:rsidP="00422D89">
      <w:pPr>
        <w:pStyle w:val="Snum"/>
        <w:rPr>
          <w:rFonts w:cs="Times New Roman"/>
          <w:sz w:val="23"/>
          <w:szCs w:val="23"/>
        </w:rPr>
      </w:pPr>
    </w:p>
    <w:p w14:paraId="55942A1C" w14:textId="77777777" w:rsidR="00A13FDE" w:rsidRPr="00422D89" w:rsidRDefault="00A13FDE" w:rsidP="00422D89">
      <w:pPr>
        <w:pStyle w:val="Snum"/>
        <w:rPr>
          <w:rFonts w:cs="Times New Roman"/>
          <w:sz w:val="23"/>
          <w:szCs w:val="23"/>
        </w:rPr>
      </w:pPr>
    </w:p>
    <w:p w14:paraId="55942A1E" w14:textId="10B7F506" w:rsidR="00262E94" w:rsidRPr="00422D89" w:rsidRDefault="00A13FDE" w:rsidP="00422D89">
      <w:pPr>
        <w:pStyle w:val="Snum"/>
        <w:rPr>
          <w:rFonts w:cs="Times New Roman"/>
          <w:sz w:val="23"/>
          <w:szCs w:val="23"/>
        </w:rPr>
      </w:pPr>
      <w:r w:rsidRPr="00422D89">
        <w:rPr>
          <w:rFonts w:cs="Times New Roman"/>
          <w:sz w:val="23"/>
          <w:szCs w:val="23"/>
        </w:rPr>
        <w:t>(</w:t>
      </w:r>
      <w:r w:rsidR="00432E04" w:rsidRPr="00422D89">
        <w:rPr>
          <w:rFonts w:cs="Times New Roman"/>
          <w:sz w:val="23"/>
          <w:szCs w:val="23"/>
        </w:rPr>
        <w:t>allkir</w:t>
      </w:r>
      <w:r w:rsidR="00EC028D" w:rsidRPr="00422D89">
        <w:rPr>
          <w:rFonts w:cs="Times New Roman"/>
          <w:sz w:val="23"/>
          <w:szCs w:val="23"/>
        </w:rPr>
        <w:t>jastatud digitaalselt</w:t>
      </w:r>
      <w:r w:rsidRPr="00422D89">
        <w:rPr>
          <w:rFonts w:cs="Times New Roman"/>
          <w:sz w:val="23"/>
          <w:szCs w:val="23"/>
        </w:rPr>
        <w:t>)</w:t>
      </w:r>
    </w:p>
    <w:sdt>
      <w:sdtPr>
        <w:rPr>
          <w:rFonts w:cs="Times New Roman"/>
          <w:sz w:val="23"/>
          <w:szCs w:val="23"/>
        </w:rPr>
        <w:alias w:val="Allkirjastaja"/>
        <w:tag w:val="Allkirjastaja"/>
        <w:id w:val="-1614584461"/>
        <w:placeholder>
          <w:docPart w:val="2F92D0E5E368432FBAB3FA70ED081CF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4482948D" w14:textId="15607616" w:rsidR="002D64AB" w:rsidRPr="00422D89" w:rsidRDefault="008F1CA3" w:rsidP="00422D89">
          <w:pPr>
            <w:pStyle w:val="Snum"/>
            <w:rPr>
              <w:rFonts w:cs="Times New Roman"/>
              <w:sz w:val="23"/>
              <w:szCs w:val="23"/>
            </w:rPr>
          </w:pPr>
          <w:r w:rsidRPr="00422D89">
            <w:rPr>
              <w:rFonts w:cs="Times New Roman"/>
              <w:sz w:val="23"/>
              <w:szCs w:val="23"/>
            </w:rPr>
            <w:t>Gunnar Sein</w:t>
          </w:r>
        </w:p>
      </w:sdtContent>
    </w:sdt>
    <w:sdt>
      <w:sdtPr>
        <w:rPr>
          <w:rFonts w:cs="Times New Roman"/>
          <w:sz w:val="23"/>
          <w:szCs w:val="23"/>
        </w:r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241F9F42" w:rsidR="002D64AB" w:rsidRPr="00422D89" w:rsidRDefault="008F1CA3" w:rsidP="00422D89">
          <w:pPr>
            <w:pStyle w:val="Snum"/>
            <w:rPr>
              <w:rFonts w:cs="Times New Roman"/>
              <w:sz w:val="23"/>
              <w:szCs w:val="23"/>
            </w:rPr>
          </w:pPr>
          <w:r w:rsidRPr="00422D89">
            <w:rPr>
              <w:rFonts w:cs="Times New Roman"/>
              <w:sz w:val="23"/>
              <w:szCs w:val="23"/>
            </w:rPr>
            <w:t>juhataja</w:t>
          </w:r>
        </w:p>
      </w:sdtContent>
    </w:sdt>
    <w:p w14:paraId="55942A21" w14:textId="301536C5" w:rsidR="00432E04" w:rsidRPr="00422D89" w:rsidRDefault="008F1CA3" w:rsidP="00422D89">
      <w:pPr>
        <w:pStyle w:val="Snum"/>
        <w:rPr>
          <w:rFonts w:cs="Times New Roman"/>
          <w:sz w:val="23"/>
          <w:szCs w:val="23"/>
        </w:rPr>
      </w:pPr>
      <w:r w:rsidRPr="00422D89">
        <w:rPr>
          <w:rFonts w:cs="Times New Roman"/>
          <w:sz w:val="23"/>
          <w:szCs w:val="23"/>
        </w:rPr>
        <w:t>maahoolduse büroo</w:t>
      </w:r>
    </w:p>
    <w:p w14:paraId="44005F74" w14:textId="77777777" w:rsidR="00432E04" w:rsidRPr="00422D89" w:rsidRDefault="00432E04" w:rsidP="00422D89">
      <w:pPr>
        <w:pStyle w:val="Snum"/>
        <w:rPr>
          <w:rFonts w:cs="Times New Roman"/>
          <w:sz w:val="23"/>
          <w:szCs w:val="23"/>
        </w:rPr>
      </w:pPr>
    </w:p>
    <w:p w14:paraId="55942A2D" w14:textId="77777777" w:rsidR="00432E04" w:rsidRPr="00422D89" w:rsidRDefault="00432E04" w:rsidP="00422D89">
      <w:pPr>
        <w:pStyle w:val="Snum"/>
        <w:rPr>
          <w:rFonts w:cs="Times New Roman"/>
          <w:sz w:val="23"/>
          <w:szCs w:val="23"/>
        </w:rPr>
      </w:pPr>
    </w:p>
    <w:p w14:paraId="55942A2E" w14:textId="47013DFD" w:rsidR="00A13FDE" w:rsidRPr="00422D89" w:rsidRDefault="00C733DB" w:rsidP="00422D89">
      <w:pPr>
        <w:pStyle w:val="Snum"/>
        <w:rPr>
          <w:rFonts w:cs="Times New Roman"/>
          <w:sz w:val="23"/>
          <w:szCs w:val="23"/>
        </w:rPr>
      </w:pPr>
      <w:sdt>
        <w:sdtPr>
          <w:rPr>
            <w:rFonts w:cs="Times New Roman"/>
            <w:sz w:val="23"/>
            <w:szCs w:val="23"/>
          </w:r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8F1CA3" w:rsidRPr="00422D89">
            <w:rPr>
              <w:rFonts w:cs="Times New Roman"/>
              <w:sz w:val="23"/>
              <w:szCs w:val="23"/>
            </w:rPr>
            <w:t>Kaie Kattai</w:t>
          </w:r>
        </w:sdtContent>
      </w:sdt>
      <w:r w:rsidR="002D64AB" w:rsidRPr="00422D89">
        <w:rPr>
          <w:rFonts w:cs="Times New Roman"/>
          <w:sz w:val="23"/>
          <w:szCs w:val="23"/>
        </w:rPr>
        <w:t xml:space="preserve"> </w:t>
      </w:r>
      <w:sdt>
        <w:sdtPr>
          <w:rPr>
            <w:rFonts w:cs="Times New Roman"/>
            <w:sz w:val="23"/>
            <w:szCs w:val="23"/>
          </w:r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8F1CA3" w:rsidRPr="00422D89">
            <w:rPr>
              <w:rFonts w:cs="Times New Roman"/>
              <w:sz w:val="23"/>
              <w:szCs w:val="23"/>
            </w:rPr>
            <w:t>5300</w:t>
          </w:r>
          <w:r>
            <w:rPr>
              <w:rFonts w:cs="Times New Roman"/>
              <w:sz w:val="23"/>
              <w:szCs w:val="23"/>
            </w:rPr>
            <w:t xml:space="preserve"> </w:t>
          </w:r>
          <w:r w:rsidR="008F1CA3" w:rsidRPr="00422D89">
            <w:rPr>
              <w:rFonts w:cs="Times New Roman"/>
              <w:sz w:val="23"/>
              <w:szCs w:val="23"/>
            </w:rPr>
            <w:t>1870</w:t>
          </w:r>
        </w:sdtContent>
      </w:sdt>
    </w:p>
    <w:sdt>
      <w:sdtPr>
        <w:rPr>
          <w:rFonts w:cs="Times New Roman"/>
          <w:sz w:val="23"/>
          <w:szCs w:val="23"/>
        </w:r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492B3040" w:rsidR="00BD078E" w:rsidRPr="00422D89" w:rsidRDefault="008F1CA3" w:rsidP="00422D89">
          <w:pPr>
            <w:pStyle w:val="Snum"/>
            <w:rPr>
              <w:rFonts w:cs="Times New Roman"/>
              <w:sz w:val="23"/>
              <w:szCs w:val="23"/>
            </w:rPr>
          </w:pPr>
          <w:r w:rsidRPr="00422D89">
            <w:rPr>
              <w:rFonts w:cs="Times New Roman"/>
              <w:sz w:val="23"/>
              <w:szCs w:val="23"/>
            </w:rPr>
            <w:t>kaie.kattai@keskkonnaamet.ee</w:t>
          </w:r>
        </w:p>
      </w:sdtContent>
    </w:sdt>
    <w:sectPr w:rsidR="00BD078E" w:rsidRPr="00422D89" w:rsidSect="00EC028D">
      <w:footerReference w:type="default" r:id="rId12"/>
      <w:footerReference w:type="first" r:id="rId13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422D89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422D89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30E1B"/>
    <w:multiLevelType w:val="hybridMultilevel"/>
    <w:tmpl w:val="426A5DFA"/>
    <w:lvl w:ilvl="0" w:tplc="042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523BD"/>
    <w:rsid w:val="001A3584"/>
    <w:rsid w:val="001A7D04"/>
    <w:rsid w:val="001D4CFB"/>
    <w:rsid w:val="001E286A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22D89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D54FC"/>
    <w:rsid w:val="00801AED"/>
    <w:rsid w:val="00835858"/>
    <w:rsid w:val="008919F2"/>
    <w:rsid w:val="008B041F"/>
    <w:rsid w:val="008D4634"/>
    <w:rsid w:val="008D547C"/>
    <w:rsid w:val="008F0B50"/>
    <w:rsid w:val="008F1CA3"/>
    <w:rsid w:val="0091786B"/>
    <w:rsid w:val="00922CF3"/>
    <w:rsid w:val="009370A4"/>
    <w:rsid w:val="009A3A7C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E0CC9"/>
    <w:rsid w:val="00BF4D7C"/>
    <w:rsid w:val="00C24F66"/>
    <w:rsid w:val="00C27B07"/>
    <w:rsid w:val="00C41FC5"/>
    <w:rsid w:val="00C733DB"/>
    <w:rsid w:val="00C83346"/>
    <w:rsid w:val="00CA15C5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446C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customStyle="1" w:styleId="Default">
    <w:name w:val="Default"/>
    <w:rsid w:val="008F1C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F92D0E5E368432FBAB3FA70ED081C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2BE7606-6399-4877-AF41-328CC70F94D2}"/>
      </w:docPartPr>
      <w:docPartBody>
        <w:p w:rsidR="00055276" w:rsidRDefault="005A4EB7">
          <w:r w:rsidRPr="007960F0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87"/>
    <w:rsid w:val="00055276"/>
    <w:rsid w:val="0049790E"/>
    <w:rsid w:val="005A4EB7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C649B6A73112431F82261EEF2B9C0C85">
    <w:name w:val="C649B6A73112431F82261EEF2B9C0C85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p:properties xmlns:p="http://schemas.microsoft.com/office/2006/metadata/properties">
  <documentManagement xmlns:xsi="http://www.w3.org/2001/XMLSchema-instance">
    <RMUniqueID xmlns="4f28efae-2a20-4782-b43d-2717bdd273fa">a57ba325-a9cd-4d97-9d31-9efaee0da077</RMUniqueID>
    <RMTitle xmlns="4f28efae-2a20-4782-b43d-2717bdd273fa"/>
    <RMRegistrationDate xmlns="4f28efae-2a20-4782-b43d-2717bdd273fa">2023-01-03T14:48:37.9966313Z</RMRegistrationDate>
    <RMReferenceCode xmlns="4f28efae-2a20-4782-b43d-2717bdd273fa">7-11/22/25256-2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2022-12-28T00:00:00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Kaie Kattai</Koostaja>
    <Koostaja_x0020_telefon xmlns="4f28efae-2a20-4782-b43d-2717bdd273fa">5300 1870</Koostaja_x0020_telefon>
    <Koostaja_x0020_e-post xmlns="4f28efae-2a20-4782-b43d-2717bdd273fa">kaie.kattai@keskkonnaamet.ee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Kaie Kattai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4641D1AD-509B-40CE-903D-086D51302F65}">
  <ds:schemaRefs>
    <ds:schemaRef ds:uri="http://schemas.microsoft.com/office/2006/documentManagement/types"/>
    <ds:schemaRef ds:uri="http://www.w3.org/XML/1998/namespace"/>
    <ds:schemaRef ds:uri="4f28efae-2a20-4782-b43d-2717bdd273fa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E1A53F-6DD7-492E-9A7F-986AFB3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10</TotalTime>
  <Pages>1</Pages>
  <Words>221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 looduskaitseliste tööde teostamiseks ID 2147</dc:title>
  <dc:subject/>
  <dc:description/>
  <cp:lastModifiedBy>Tiina Smõtškov</cp:lastModifiedBy>
  <cp:revision>5</cp:revision>
  <cp:lastPrinted>2014-04-03T11:06:00Z</cp:lastPrinted>
  <dcterms:created xsi:type="dcterms:W3CDTF">2023-01-03T09:06:00Z</dcterms:created>
  <dcterms:modified xsi:type="dcterms:W3CDTF">2023-01-03T12:07:00Z</dcterms:modified>
</cp:coreProperties>
</file>